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C6C80A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C50C02">
        <w:rPr>
          <w:b/>
          <w:color w:val="FF5200" w:themeColor="accent2"/>
          <w:sz w:val="36"/>
          <w:szCs w:val="36"/>
        </w:rPr>
        <w:t>s názvem „</w:t>
      </w:r>
      <w:r w:rsidR="00C50C02" w:rsidRPr="00C50C02">
        <w:rPr>
          <w:b/>
          <w:color w:val="FF5200" w:themeColor="accent2"/>
          <w:sz w:val="36"/>
          <w:szCs w:val="36"/>
        </w:rPr>
        <w:t>Dodání a pokládka koberců pro potřeby SŽ</w:t>
      </w:r>
      <w:r w:rsidR="0031280B" w:rsidRPr="00C50C02">
        <w:rPr>
          <w:b/>
          <w:color w:val="FF5200" w:themeColor="accent2"/>
          <w:sz w:val="36"/>
          <w:szCs w:val="36"/>
        </w:rPr>
        <w:t>“</w:t>
      </w:r>
      <w:r w:rsidR="000128D4" w:rsidRPr="00C50C0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50C0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F7539" w:rsidRPr="004F75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81850/2025-SŽ-GŘ-O25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4F1F256" w14:textId="5C8CB31E" w:rsidR="004F7539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8302888" w:history="1">
            <w:r w:rsidR="004F7539" w:rsidRPr="005D1D54">
              <w:rPr>
                <w:rStyle w:val="Hypertextovodkaz"/>
                <w:noProof/>
              </w:rPr>
              <w:t>Kapitola 1.</w:t>
            </w:r>
            <w:r w:rsidR="004F753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F7539" w:rsidRPr="005D1D54">
              <w:rPr>
                <w:rStyle w:val="Hypertextovodkaz"/>
                <w:noProof/>
              </w:rPr>
              <w:t>Základní údaje k nabídce</w:t>
            </w:r>
            <w:r w:rsidR="004F7539">
              <w:rPr>
                <w:noProof/>
                <w:webHidden/>
              </w:rPr>
              <w:tab/>
            </w:r>
            <w:r w:rsidR="004F7539">
              <w:rPr>
                <w:noProof/>
                <w:webHidden/>
              </w:rPr>
              <w:fldChar w:fldCharType="begin"/>
            </w:r>
            <w:r w:rsidR="004F7539">
              <w:rPr>
                <w:noProof/>
                <w:webHidden/>
              </w:rPr>
              <w:instrText xml:space="preserve"> PAGEREF _Toc208302888 \h </w:instrText>
            </w:r>
            <w:r w:rsidR="004F7539">
              <w:rPr>
                <w:noProof/>
                <w:webHidden/>
              </w:rPr>
            </w:r>
            <w:r w:rsidR="004F7539">
              <w:rPr>
                <w:noProof/>
                <w:webHidden/>
              </w:rPr>
              <w:fldChar w:fldCharType="separate"/>
            </w:r>
            <w:r w:rsidR="004F7539">
              <w:rPr>
                <w:noProof/>
                <w:webHidden/>
              </w:rPr>
              <w:t>2</w:t>
            </w:r>
            <w:r w:rsidR="004F7539">
              <w:rPr>
                <w:noProof/>
                <w:webHidden/>
              </w:rPr>
              <w:fldChar w:fldCharType="end"/>
            </w:r>
          </w:hyperlink>
        </w:p>
        <w:p w14:paraId="70EA97B8" w14:textId="1B5F24BF" w:rsidR="004F7539" w:rsidRDefault="004F753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302889" w:history="1">
            <w:r w:rsidRPr="005D1D5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1D54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_Toc208302889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B5CCF" w14:textId="37780659" w:rsidR="004F7539" w:rsidRDefault="004F753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302890" w:history="1">
            <w:r w:rsidRPr="005D1D5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1D5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_Toc208302890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471D9" w14:textId="79369D1A" w:rsidR="004F7539" w:rsidRDefault="004F753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302891" w:history="1">
            <w:r w:rsidRPr="005D1D5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1D5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_Toc208302891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08D63" w14:textId="13FCDD73" w:rsidR="004F7539" w:rsidRDefault="004F753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302892" w:history="1">
            <w:r w:rsidRPr="005D1D5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1D5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_Toc208302892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CFD09" w14:textId="2C36AF5D" w:rsidR="004F7539" w:rsidRDefault="004F753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302893" w:history="1">
            <w:r w:rsidRPr="005D1D54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1D54">
              <w:rPr>
                <w:rStyle w:val="Hypertextovodkaz"/>
                <w:noProof/>
              </w:rPr>
              <w:t>Čestné</w:t>
            </w:r>
            <w:r w:rsidRPr="005D1D5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_Toc208302893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415AB" w14:textId="0FC21262" w:rsidR="004F7539" w:rsidRDefault="004F753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302894" w:history="1">
            <w:r w:rsidRPr="005D1D5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1D5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_Toc208302894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CFFFAF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830288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4BC5D5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C50C02">
        <w:t>k podání nabíd</w:t>
      </w:r>
      <w:r w:rsidR="004C76E9" w:rsidRPr="00C50C02">
        <w:t>ky</w:t>
      </w:r>
      <w:r w:rsidRPr="00C50C02">
        <w:t xml:space="preserve"> na veřejnou zakázku zadávanou</w:t>
      </w:r>
      <w:r w:rsidR="004C76E9" w:rsidRPr="00C50C02">
        <w:t xml:space="preserve"> jako </w:t>
      </w:r>
      <w:r w:rsidR="000128D4" w:rsidRPr="00C50C02">
        <w:rPr>
          <w:rFonts w:eastAsia="Times New Roman" w:cs="Times New Roman"/>
          <w:lang w:eastAsia="cs-CZ"/>
        </w:rPr>
        <w:t>veřejnou zakázku malého rozsahu</w:t>
      </w:r>
      <w:r w:rsidRPr="00C50C02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F753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F753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8302889"/>
      <w:r>
        <w:lastRenderedPageBreak/>
        <w:t>Ceník</w:t>
      </w:r>
      <w:bookmarkEnd w:id="1"/>
    </w:p>
    <w:p w14:paraId="3E5E9B0F" w14:textId="58C7E5DF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B95AC5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 w:rsidR="006E7ECF" w:rsidRPr="002072A0">
        <w:rPr>
          <w:rStyle w:val="Siln"/>
          <w:b w:val="0"/>
          <w:bCs w:val="0"/>
        </w:rPr>
        <w:t>Výzvy k podání nabídky</w:t>
      </w:r>
      <w:r w:rsidR="006E7ECF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6E7ECF">
        <w:rPr>
          <w:rStyle w:val="Siln"/>
          <w:b w:val="0"/>
          <w:bCs w:val="0"/>
          <w:i/>
          <w:iCs/>
        </w:rPr>
        <w:t>3</w:t>
      </w:r>
      <w:r w:rsidR="006E7ECF" w:rsidRPr="002072A0">
        <w:rPr>
          <w:rStyle w:val="Siln"/>
          <w:b w:val="0"/>
          <w:bCs w:val="0"/>
          <w:i/>
          <w:iCs/>
        </w:rPr>
        <w:t xml:space="preserve"> </w:t>
      </w:r>
      <w:r w:rsidR="001E0266" w:rsidRPr="00B95AC5">
        <w:rPr>
          <w:rStyle w:val="Siln"/>
          <w:b w:val="0"/>
          <w:bCs w:val="0"/>
          <w:i/>
          <w:iCs/>
        </w:rPr>
        <w:t>Závazného vzoru rámcové dohody</w:t>
      </w:r>
      <w:r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830289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83028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830289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830289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8302894"/>
      <w:r w:rsidRPr="00E85D44">
        <w:t>Čestné prohlášení o splnění technické kvalifikace</w:t>
      </w:r>
      <w:bookmarkEnd w:id="6"/>
    </w:p>
    <w:p w14:paraId="71002640" w14:textId="65A620E6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C50C02">
        <w:rPr>
          <w:lang w:eastAsia="cs-CZ"/>
        </w:rPr>
        <w:t xml:space="preserve">zahájením </w:t>
      </w:r>
      <w:r w:rsidR="00A63D48" w:rsidRPr="00C50C02">
        <w:rPr>
          <w:lang w:eastAsia="cs-CZ"/>
        </w:rPr>
        <w:t xml:space="preserve">výběrového </w:t>
      </w:r>
      <w:r w:rsidR="00E85D44" w:rsidRPr="00C50C02">
        <w:rPr>
          <w:lang w:eastAsia="cs-CZ"/>
        </w:rPr>
        <w:t xml:space="preserve">řízení poskytoval alespoň </w:t>
      </w:r>
      <w:r w:rsidR="00C50C02" w:rsidRPr="00C50C02">
        <w:rPr>
          <w:lang w:eastAsia="cs-CZ"/>
        </w:rPr>
        <w:t>3</w:t>
      </w:r>
      <w:r w:rsidR="00E85D44" w:rsidRPr="00C50C02">
        <w:rPr>
          <w:lang w:eastAsia="cs-CZ"/>
        </w:rPr>
        <w:t xml:space="preserve"> významn</w:t>
      </w:r>
      <w:r w:rsidR="00C50C02" w:rsidRPr="00C50C02">
        <w:rPr>
          <w:lang w:eastAsia="cs-CZ"/>
        </w:rPr>
        <w:t>é</w:t>
      </w:r>
      <w:r w:rsidR="00E85D44" w:rsidRPr="00C50C02">
        <w:rPr>
          <w:lang w:eastAsia="cs-CZ"/>
        </w:rPr>
        <w:t xml:space="preserve"> dodávk</w:t>
      </w:r>
      <w:r w:rsidR="00C50C02" w:rsidRPr="00C50C02">
        <w:rPr>
          <w:lang w:eastAsia="cs-CZ"/>
        </w:rPr>
        <w:t>y</w:t>
      </w:r>
      <w:r w:rsidR="00E85D44" w:rsidRPr="00C50C02">
        <w:rPr>
          <w:lang w:eastAsia="cs-CZ"/>
        </w:rPr>
        <w:t xml:space="preserve"> definovan</w:t>
      </w:r>
      <w:r w:rsidR="00C50C02" w:rsidRPr="00C50C02">
        <w:rPr>
          <w:lang w:eastAsia="cs-CZ"/>
        </w:rPr>
        <w:t>é</w:t>
      </w:r>
      <w:r w:rsidR="00E85D44" w:rsidRPr="00C50C02">
        <w:rPr>
          <w:lang w:eastAsia="cs-CZ"/>
        </w:rPr>
        <w:t xml:space="preserve"> v čl. </w:t>
      </w:r>
      <w:r w:rsidR="00C50C02" w:rsidRPr="00C50C02">
        <w:rPr>
          <w:lang w:eastAsia="cs-CZ"/>
        </w:rPr>
        <w:t>9.5.1.</w:t>
      </w:r>
      <w:r w:rsidR="00E85D44" w:rsidRPr="00C50C02">
        <w:rPr>
          <w:lang w:eastAsia="cs-CZ"/>
        </w:rPr>
        <w:t xml:space="preserve"> </w:t>
      </w:r>
      <w:r w:rsidR="00B87D91" w:rsidRPr="00C50C02">
        <w:rPr>
          <w:lang w:eastAsia="cs-CZ"/>
        </w:rPr>
        <w:t>V</w:t>
      </w:r>
      <w:r w:rsidR="00E85D44" w:rsidRPr="00C50C02">
        <w:rPr>
          <w:lang w:eastAsia="cs-CZ"/>
        </w:rPr>
        <w:t xml:space="preserve">ýzvy k podání nabídky za každou hodnotě </w:t>
      </w:r>
      <w:r w:rsidR="006E7ECF" w:rsidRPr="00C50C02">
        <w:rPr>
          <w:lang w:eastAsia="cs-CZ"/>
        </w:rPr>
        <w:t>1</w:t>
      </w:r>
      <w:r w:rsidR="006E7ECF">
        <w:rPr>
          <w:lang w:eastAsia="cs-CZ"/>
        </w:rPr>
        <w:t>0</w:t>
      </w:r>
      <w:r w:rsidR="006E7ECF" w:rsidRPr="00C50C02">
        <w:rPr>
          <w:lang w:eastAsia="cs-CZ"/>
        </w:rPr>
        <w:t>0 </w:t>
      </w:r>
      <w:r w:rsidR="00C50C02" w:rsidRPr="00C50C02">
        <w:rPr>
          <w:lang w:eastAsia="cs-CZ"/>
        </w:rPr>
        <w:t>000,-</w:t>
      </w:r>
      <w:r w:rsidR="00E85D44" w:rsidRPr="00C50C02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C75BF9C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6BE0702" w:rsidR="00E85D44" w:rsidRDefault="00E85D44" w:rsidP="00B95AC5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A6A470C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EA0164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B95AC5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B95AC5">
              <w:rPr>
                <w:rStyle w:val="Siln"/>
                <w:bCs w:val="0"/>
              </w:rPr>
              <w:t xml:space="preserve">Doba realizace </w:t>
            </w:r>
          </w:p>
          <w:p w14:paraId="566D756C" w14:textId="2815B7BD" w:rsidR="00E85D44" w:rsidRDefault="00E85D44" w:rsidP="00B95AC5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50C02" w14:paraId="4F3F0DBD" w14:textId="77777777" w:rsidTr="00C50C0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AEF4EBC" w14:textId="77777777" w:rsidR="00C50C02" w:rsidRDefault="00C50C0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AC78C3" w14:textId="77777777" w:rsidR="00C50C02" w:rsidRDefault="00C50C02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A18AFC" w14:textId="77777777" w:rsidR="00C50C02" w:rsidRDefault="00C50C02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5DBD96" w14:textId="77777777" w:rsidR="00C50C02" w:rsidRDefault="00C50C0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330EB265" w:rsidR="00F44645" w:rsidRDefault="00F44645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71178" w14:textId="77777777" w:rsidR="00D27CCE" w:rsidRDefault="00D27CCE" w:rsidP="00962258">
      <w:pPr>
        <w:spacing w:after="0" w:line="240" w:lineRule="auto"/>
      </w:pPr>
      <w:r>
        <w:separator/>
      </w:r>
    </w:p>
  </w:endnote>
  <w:endnote w:type="continuationSeparator" w:id="0">
    <w:p w14:paraId="7266209C" w14:textId="77777777" w:rsidR="00D27CCE" w:rsidRDefault="00D27C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DBE24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DE9A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7674A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B2A1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CE378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3B7D50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ED11E" w14:textId="77777777" w:rsidR="00D27CCE" w:rsidRDefault="00D27CCE" w:rsidP="00962258">
      <w:pPr>
        <w:spacing w:after="0" w:line="240" w:lineRule="auto"/>
      </w:pPr>
      <w:r>
        <w:separator/>
      </w:r>
    </w:p>
  </w:footnote>
  <w:footnote w:type="continuationSeparator" w:id="0">
    <w:p w14:paraId="1075B1B7" w14:textId="77777777" w:rsidR="00D27CCE" w:rsidRDefault="00D27CCE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5CB28" w14:textId="77777777" w:rsidR="00E948EE" w:rsidRDefault="00E948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BAD5" w14:textId="77777777" w:rsidR="00E948EE" w:rsidRDefault="00E948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77639514" name="Obrázek 20776395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5D78"/>
    <w:rsid w:val="001971E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4F7539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E7ECF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1626E"/>
    <w:rsid w:val="00A23E99"/>
    <w:rsid w:val="00A27124"/>
    <w:rsid w:val="00A327CB"/>
    <w:rsid w:val="00A578AA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F5DF0"/>
    <w:rsid w:val="00B15D0D"/>
    <w:rsid w:val="00B468D2"/>
    <w:rsid w:val="00B66A3E"/>
    <w:rsid w:val="00B75EE1"/>
    <w:rsid w:val="00B77481"/>
    <w:rsid w:val="00B8518B"/>
    <w:rsid w:val="00B87D91"/>
    <w:rsid w:val="00B93EF0"/>
    <w:rsid w:val="00B95AC5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50C02"/>
    <w:rsid w:val="00C636FB"/>
    <w:rsid w:val="00C6546B"/>
    <w:rsid w:val="00C87B78"/>
    <w:rsid w:val="00CD1FC4"/>
    <w:rsid w:val="00CF53B5"/>
    <w:rsid w:val="00D21061"/>
    <w:rsid w:val="00D247B3"/>
    <w:rsid w:val="00D27CCE"/>
    <w:rsid w:val="00D4108E"/>
    <w:rsid w:val="00D6163D"/>
    <w:rsid w:val="00D73D46"/>
    <w:rsid w:val="00D831A3"/>
    <w:rsid w:val="00DC40D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86790"/>
    <w:rsid w:val="00E948EE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8</Pages>
  <Words>1247</Words>
  <Characters>7364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5</cp:revision>
  <cp:lastPrinted>2023-10-05T09:40:00Z</cp:lastPrinted>
  <dcterms:created xsi:type="dcterms:W3CDTF">2025-09-02T10:45:00Z</dcterms:created>
  <dcterms:modified xsi:type="dcterms:W3CDTF">2025-09-09T07:34:00Z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